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A37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53758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D1BA8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5D18">
        <w:rPr>
          <w:rFonts w:ascii="Corbel" w:hAnsi="Corbel"/>
          <w:b/>
          <w:smallCaps/>
          <w:sz w:val="24"/>
          <w:szCs w:val="24"/>
        </w:rPr>
        <w:t>202</w:t>
      </w:r>
      <w:r w:rsidR="007C29C6">
        <w:rPr>
          <w:rFonts w:ascii="Corbel" w:hAnsi="Corbel"/>
          <w:b/>
          <w:smallCaps/>
          <w:sz w:val="24"/>
          <w:szCs w:val="24"/>
        </w:rPr>
        <w:t>2</w:t>
      </w:r>
      <w:r w:rsidR="003E72EB">
        <w:rPr>
          <w:rFonts w:ascii="Corbel" w:hAnsi="Corbel"/>
          <w:b/>
          <w:smallCaps/>
          <w:sz w:val="24"/>
          <w:szCs w:val="24"/>
        </w:rPr>
        <w:t>- 202</w:t>
      </w:r>
      <w:r w:rsidR="007C29C6">
        <w:rPr>
          <w:rFonts w:ascii="Corbel" w:hAnsi="Corbel"/>
          <w:b/>
          <w:smallCaps/>
          <w:sz w:val="24"/>
          <w:szCs w:val="24"/>
        </w:rPr>
        <w:t>5</w:t>
      </w:r>
    </w:p>
    <w:p w14:paraId="63EE97A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33BBE4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C5D18">
        <w:rPr>
          <w:rFonts w:ascii="Corbel" w:hAnsi="Corbel"/>
          <w:sz w:val="20"/>
          <w:szCs w:val="20"/>
        </w:rPr>
        <w:t>202</w:t>
      </w:r>
      <w:r w:rsidR="00624D29">
        <w:rPr>
          <w:rFonts w:ascii="Corbel" w:hAnsi="Corbel"/>
          <w:sz w:val="20"/>
          <w:szCs w:val="20"/>
        </w:rPr>
        <w:t>3</w:t>
      </w:r>
      <w:r w:rsidR="003E72EB">
        <w:rPr>
          <w:rFonts w:ascii="Corbel" w:hAnsi="Corbel"/>
          <w:sz w:val="20"/>
          <w:szCs w:val="20"/>
        </w:rPr>
        <w:t>/20</w:t>
      </w:r>
      <w:r w:rsidR="005C0A38">
        <w:rPr>
          <w:rFonts w:ascii="Corbel" w:hAnsi="Corbel"/>
          <w:sz w:val="20"/>
          <w:szCs w:val="20"/>
        </w:rPr>
        <w:t>2</w:t>
      </w:r>
      <w:r w:rsidR="00624D29">
        <w:rPr>
          <w:rFonts w:ascii="Corbel" w:hAnsi="Corbel"/>
          <w:sz w:val="20"/>
          <w:szCs w:val="20"/>
        </w:rPr>
        <w:t>4</w:t>
      </w:r>
    </w:p>
    <w:p w14:paraId="35FE7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42A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79A497" w14:textId="77777777" w:rsidTr="00B819C8">
        <w:tc>
          <w:tcPr>
            <w:tcW w:w="2694" w:type="dxa"/>
            <w:vAlign w:val="center"/>
          </w:tcPr>
          <w:p w14:paraId="016D87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FF26A0" w14:textId="77777777" w:rsidR="0085747A" w:rsidRPr="009C54AE" w:rsidRDefault="003E7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14:paraId="312F9DCB" w14:textId="77777777" w:rsidTr="00B819C8">
        <w:tc>
          <w:tcPr>
            <w:tcW w:w="2694" w:type="dxa"/>
            <w:vAlign w:val="center"/>
          </w:tcPr>
          <w:p w14:paraId="19ABF9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89593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193CB76" w14:textId="77777777" w:rsidTr="00B819C8">
        <w:tc>
          <w:tcPr>
            <w:tcW w:w="2694" w:type="dxa"/>
            <w:vAlign w:val="center"/>
          </w:tcPr>
          <w:p w14:paraId="0AC54B4B" w14:textId="77777777" w:rsidR="0085747A" w:rsidRPr="009C54AE" w:rsidRDefault="00554BD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E627DB" w14:textId="77777777"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A1C5E10" w14:textId="77777777" w:rsidTr="00B819C8">
        <w:tc>
          <w:tcPr>
            <w:tcW w:w="2694" w:type="dxa"/>
            <w:vAlign w:val="center"/>
          </w:tcPr>
          <w:p w14:paraId="6DF12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22CCEC" w14:textId="77777777"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EA91DB" w14:textId="77777777" w:rsidTr="00B819C8">
        <w:tc>
          <w:tcPr>
            <w:tcW w:w="2694" w:type="dxa"/>
            <w:vAlign w:val="center"/>
          </w:tcPr>
          <w:p w14:paraId="3D516D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9AFB" w14:textId="77777777"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8151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2917E1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B399718" w14:textId="77777777" w:rsidTr="00B819C8">
        <w:tc>
          <w:tcPr>
            <w:tcW w:w="2694" w:type="dxa"/>
            <w:vAlign w:val="center"/>
          </w:tcPr>
          <w:p w14:paraId="2AEA765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CBDF11" w14:textId="77777777"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2F84E950" w14:textId="77777777" w:rsidTr="00B819C8">
        <w:tc>
          <w:tcPr>
            <w:tcW w:w="2694" w:type="dxa"/>
            <w:vAlign w:val="center"/>
          </w:tcPr>
          <w:p w14:paraId="7B6660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9A1784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7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F144ED9" w14:textId="77777777" w:rsidTr="00B819C8">
        <w:tc>
          <w:tcPr>
            <w:tcW w:w="2694" w:type="dxa"/>
            <w:vAlign w:val="center"/>
          </w:tcPr>
          <w:p w14:paraId="18F76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5BB0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8390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987FE8" w14:textId="77777777" w:rsidTr="00B819C8">
        <w:tc>
          <w:tcPr>
            <w:tcW w:w="2694" w:type="dxa"/>
            <w:vAlign w:val="center"/>
          </w:tcPr>
          <w:p w14:paraId="3921A1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3D1D43" w14:textId="77777777" w:rsidR="0085747A" w:rsidRPr="009C54AE" w:rsidRDefault="005C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III semestr</w:t>
            </w:r>
          </w:p>
        </w:tc>
      </w:tr>
      <w:tr w:rsidR="0085747A" w:rsidRPr="009C54AE" w14:paraId="14E3A045" w14:textId="77777777" w:rsidTr="00B819C8">
        <w:tc>
          <w:tcPr>
            <w:tcW w:w="2694" w:type="dxa"/>
            <w:vAlign w:val="center"/>
          </w:tcPr>
          <w:p w14:paraId="766FEF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2A4A8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6E108A2" w14:textId="77777777" w:rsidTr="00B819C8">
        <w:tc>
          <w:tcPr>
            <w:tcW w:w="2694" w:type="dxa"/>
            <w:vAlign w:val="center"/>
          </w:tcPr>
          <w:p w14:paraId="7B88255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0E9118" w14:textId="77777777" w:rsidR="00923D7D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DFB358" w14:textId="77777777" w:rsidTr="00B819C8">
        <w:tc>
          <w:tcPr>
            <w:tcW w:w="2694" w:type="dxa"/>
            <w:vAlign w:val="center"/>
          </w:tcPr>
          <w:p w14:paraId="5214EA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9549D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14:paraId="0BF37DD2" w14:textId="77777777" w:rsidTr="00B819C8">
        <w:tc>
          <w:tcPr>
            <w:tcW w:w="2694" w:type="dxa"/>
            <w:vAlign w:val="center"/>
          </w:tcPr>
          <w:p w14:paraId="16F02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E9371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72E9C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38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313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DBD8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830472" w14:textId="77777777" w:rsidTr="0018390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FCF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536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2F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F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51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2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30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6E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42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4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E55AC7" w14:textId="77777777" w:rsidTr="0018390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8BDE" w14:textId="77777777"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9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20F2" w14:textId="77777777" w:rsidR="00015B8F" w:rsidRPr="009C54AE" w:rsidRDefault="009A6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BE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A6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8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99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EC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EE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E106" w14:textId="77777777" w:rsidR="00015B8F" w:rsidRPr="009C54AE" w:rsidRDefault="002F71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D8559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F585EC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3868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FBEB26" w14:textId="77777777" w:rsidR="0085747A" w:rsidRPr="00046061" w:rsidRDefault="005C0A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4606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46061">
        <w:rPr>
          <w:rFonts w:ascii="Corbel" w:hAnsi="Corbel"/>
          <w:b w:val="0"/>
          <w:smallCaps w:val="0"/>
          <w:szCs w:val="24"/>
        </w:rPr>
        <w:t xml:space="preserve"> </w:t>
      </w:r>
    </w:p>
    <w:p w14:paraId="5D78EE6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5E47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DF2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607CCDA" w14:textId="77777777" w:rsidR="009C54AE" w:rsidRDefault="005C0A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8C05A1">
        <w:rPr>
          <w:rFonts w:ascii="Corbel" w:hAnsi="Corbel"/>
          <w:b w:val="0"/>
          <w:szCs w:val="24"/>
        </w:rPr>
        <w:t xml:space="preserve">, </w:t>
      </w:r>
      <w:r w:rsidR="00BE73F2">
        <w:rPr>
          <w:rFonts w:ascii="Corbel" w:hAnsi="Corbel"/>
          <w:b w:val="0"/>
          <w:szCs w:val="24"/>
        </w:rPr>
        <w:t>zaliczenie z oceną</w:t>
      </w:r>
    </w:p>
    <w:p w14:paraId="044AA31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5E447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A31D02" w14:textId="77777777" w:rsidTr="00745302">
        <w:tc>
          <w:tcPr>
            <w:tcW w:w="9670" w:type="dxa"/>
          </w:tcPr>
          <w:p w14:paraId="4174CCFD" w14:textId="77777777" w:rsidR="0085747A" w:rsidRPr="009C54AE" w:rsidRDefault="003B47E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ze środowiskiem Windows</w:t>
            </w:r>
          </w:p>
          <w:p w14:paraId="38E8DE4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9CB4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D156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E8671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6D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7DDE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CC19BEC" w14:textId="77777777" w:rsidTr="002F0108">
        <w:tc>
          <w:tcPr>
            <w:tcW w:w="844" w:type="dxa"/>
            <w:vAlign w:val="center"/>
          </w:tcPr>
          <w:p w14:paraId="24DD45B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7C78837" w14:textId="77777777" w:rsidR="0085747A" w:rsidRPr="009C54AE" w:rsidRDefault="00B86A3B" w:rsidP="005C0A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</w:t>
            </w:r>
            <w:r w:rsidR="00721BF5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analiz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D22A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komunikatu wizualnego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0A38" w:rsidRPr="009C54AE" w14:paraId="18B046BE" w14:textId="77777777" w:rsidTr="002F0108">
        <w:tc>
          <w:tcPr>
            <w:tcW w:w="844" w:type="dxa"/>
            <w:vAlign w:val="center"/>
          </w:tcPr>
          <w:p w14:paraId="4A875C77" w14:textId="77777777" w:rsidR="005C0A38" w:rsidRPr="009C54AE" w:rsidRDefault="005C0A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5F30FC1" w14:textId="77777777" w:rsidR="005C0A38" w:rsidRDefault="001C3EC0" w:rsidP="001C3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 w:rsidR="00F23DBB">
              <w:rPr>
                <w:rFonts w:ascii="Corbel" w:hAnsi="Corbel"/>
                <w:b w:val="0"/>
                <w:sz w:val="24"/>
                <w:szCs w:val="24"/>
              </w:rPr>
              <w:t>cenie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 xml:space="preserve"> zaprojektowania własnego komunikatu wizualnego</w:t>
            </w:r>
          </w:p>
        </w:tc>
      </w:tr>
    </w:tbl>
    <w:p w14:paraId="3D96A2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E584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129D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D127475" w14:textId="77777777" w:rsidTr="001F40CB">
        <w:tc>
          <w:tcPr>
            <w:tcW w:w="1681" w:type="dxa"/>
            <w:vAlign w:val="center"/>
          </w:tcPr>
          <w:p w14:paraId="6B37C5C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ABF5A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0FCF4A5" w14:textId="77777777" w:rsidR="002777E4" w:rsidRPr="009C54AE" w:rsidRDefault="002777E4" w:rsidP="002777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43422F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D3E51B" w14:textId="77777777" w:rsidTr="001F40CB">
        <w:tc>
          <w:tcPr>
            <w:tcW w:w="1681" w:type="dxa"/>
          </w:tcPr>
          <w:p w14:paraId="280A9B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A03EAC9" w14:textId="77777777"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7F2A">
              <w:rPr>
                <w:rFonts w:ascii="Corbel" w:hAnsi="Corbel"/>
                <w:b w:val="0"/>
                <w:smallCaps w:val="0"/>
                <w:szCs w:val="24"/>
              </w:rPr>
              <w:t xml:space="preserve">pisze podstawowe </w:t>
            </w:r>
            <w:r w:rsidR="00CA338E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procesy komunikacji wizualnej</w:t>
            </w:r>
          </w:p>
        </w:tc>
        <w:tc>
          <w:tcPr>
            <w:tcW w:w="1865" w:type="dxa"/>
          </w:tcPr>
          <w:p w14:paraId="4352E2CF" w14:textId="77777777" w:rsidR="0085747A" w:rsidRPr="009C54AE" w:rsidRDefault="000460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 w:rsidR="005D16D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85747A" w:rsidRPr="009C54AE" w14:paraId="36B5DDDC" w14:textId="77777777" w:rsidTr="001F40CB">
        <w:tc>
          <w:tcPr>
            <w:tcW w:w="1681" w:type="dxa"/>
          </w:tcPr>
          <w:p w14:paraId="250928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6B70CF" w14:textId="77777777"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pisze uczestników procesu komunikacji wizualnej</w:t>
            </w:r>
            <w:r w:rsidR="00687848">
              <w:rPr>
                <w:rFonts w:ascii="Corbel" w:hAnsi="Corbel"/>
                <w:b w:val="0"/>
                <w:smallCaps w:val="0"/>
                <w:szCs w:val="24"/>
              </w:rPr>
              <w:t xml:space="preserve"> oraz zasady dotyczące prawa autorskiego</w:t>
            </w:r>
          </w:p>
        </w:tc>
        <w:tc>
          <w:tcPr>
            <w:tcW w:w="1865" w:type="dxa"/>
          </w:tcPr>
          <w:p w14:paraId="13D392DD" w14:textId="77777777" w:rsidR="0085747A" w:rsidRPr="009C54AE" w:rsidRDefault="00687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commentRangeStart w:id="0"/>
            <w:commentRangeStart w:id="1"/>
            <w:r>
              <w:rPr>
                <w:rFonts w:ascii="Corbel" w:hAnsi="Corbel"/>
                <w:b w:val="0"/>
                <w:smallCaps w:val="0"/>
                <w:szCs w:val="24"/>
              </w:rPr>
              <w:t>W12</w:t>
            </w:r>
            <w:commentRangeEnd w:id="0"/>
            <w:r w:rsidR="00325754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0"/>
            </w:r>
            <w:commentRangeEnd w:id="1"/>
            <w:r w:rsidR="005F5A6F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1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F40CB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14:paraId="51B29C19" w14:textId="77777777" w:rsidTr="001F40CB">
        <w:tc>
          <w:tcPr>
            <w:tcW w:w="1681" w:type="dxa"/>
          </w:tcPr>
          <w:p w14:paraId="7A0D15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40C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30DA4EB" w14:textId="77777777"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3057C">
              <w:rPr>
                <w:rFonts w:ascii="Corbel" w:hAnsi="Corbel"/>
                <w:b w:val="0"/>
                <w:smallCaps w:val="0"/>
                <w:szCs w:val="24"/>
              </w:rPr>
              <w:t>ceni istniejący komunikat wizualny na różnych płaszczyznach interpretacyjnych</w:t>
            </w:r>
          </w:p>
        </w:tc>
        <w:tc>
          <w:tcPr>
            <w:tcW w:w="1865" w:type="dxa"/>
          </w:tcPr>
          <w:p w14:paraId="1D7CA42A" w14:textId="77777777"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F40CB" w:rsidRPr="009C54AE" w14:paraId="3E30E74F" w14:textId="77777777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7CD" w14:textId="77777777"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42D1" w14:textId="77777777"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A0583">
              <w:rPr>
                <w:rFonts w:ascii="Corbel" w:hAnsi="Corbel"/>
                <w:b w:val="0"/>
                <w:smallCaps w:val="0"/>
                <w:szCs w:val="24"/>
              </w:rPr>
              <w:t xml:space="preserve">yszuka potrzebne </w:t>
            </w:r>
            <w:r w:rsidR="007303C7">
              <w:rPr>
                <w:rFonts w:ascii="Corbel" w:hAnsi="Corbel"/>
                <w:b w:val="0"/>
                <w:smallCaps w:val="0"/>
                <w:szCs w:val="24"/>
              </w:rPr>
              <w:t>informacje do analizy i zaprojektowania komunikatu wizualnego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229E" w14:textId="77777777"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F40CB" w:rsidRPr="009C54AE" w14:paraId="27E5A121" w14:textId="77777777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85B" w14:textId="77777777"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EFE9" w14:textId="77777777"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D6328">
              <w:rPr>
                <w:rFonts w:ascii="Corbel" w:hAnsi="Corbel"/>
                <w:b w:val="0"/>
                <w:smallCaps w:val="0"/>
                <w:szCs w:val="24"/>
              </w:rPr>
              <w:t>komentuje z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 xml:space="preserve">aprojektowany </w:t>
            </w:r>
            <w:r w:rsidR="00BD6328">
              <w:rPr>
                <w:rFonts w:ascii="Corbel" w:hAnsi="Corbel"/>
                <w:b w:val="0"/>
                <w:smallCaps w:val="0"/>
                <w:szCs w:val="24"/>
              </w:rPr>
              <w:t xml:space="preserve">przez siebie 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>komunikat wizualny</w:t>
            </w:r>
            <w:r w:rsidR="00793F1D">
              <w:rPr>
                <w:rFonts w:ascii="Corbel" w:hAnsi="Corbel"/>
                <w:b w:val="0"/>
                <w:smallCaps w:val="0"/>
                <w:szCs w:val="24"/>
              </w:rPr>
              <w:t xml:space="preserve"> oraz przedstawi podstawowe zasady dotyczące</w:t>
            </w:r>
            <w:r w:rsidR="005421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93F1D">
              <w:rPr>
                <w:rFonts w:ascii="Corbel" w:hAnsi="Corbel"/>
                <w:b w:val="0"/>
                <w:smallCaps w:val="0"/>
                <w:szCs w:val="24"/>
              </w:rPr>
              <w:t>jego tworzenia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AA5D" w14:textId="77777777"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40CB" w:rsidRPr="009C54AE" w14:paraId="403A1F3A" w14:textId="77777777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45AF" w14:textId="77777777"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041F" w14:textId="77777777"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>kreśli braki w swojej wiedzy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>potrzebn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 xml:space="preserve"> do analizy, projektowania i wykonywania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DFEB" w14:textId="77777777"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K-K01</w:t>
            </w:r>
          </w:p>
        </w:tc>
      </w:tr>
    </w:tbl>
    <w:p w14:paraId="10CCBA48" w14:textId="77777777" w:rsidR="001F40CB" w:rsidRDefault="001F40C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13173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C6DDE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FC340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E3384C" w14:textId="77777777" w:rsidTr="00872AEA">
        <w:tc>
          <w:tcPr>
            <w:tcW w:w="9520" w:type="dxa"/>
          </w:tcPr>
          <w:p w14:paraId="7F64BE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06486D" w14:textId="77777777" w:rsidTr="00872AEA">
        <w:tc>
          <w:tcPr>
            <w:tcW w:w="9520" w:type="dxa"/>
          </w:tcPr>
          <w:p w14:paraId="65F3AB7A" w14:textId="77777777" w:rsidR="0085747A" w:rsidRPr="007447A4" w:rsidRDefault="0085747A" w:rsidP="001C3E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7C1E1A75" w14:textId="77777777" w:rsidTr="00872AEA">
        <w:tc>
          <w:tcPr>
            <w:tcW w:w="9520" w:type="dxa"/>
          </w:tcPr>
          <w:p w14:paraId="1C156706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0E389B0B" w14:textId="77777777" w:rsidTr="00872AEA">
        <w:tc>
          <w:tcPr>
            <w:tcW w:w="9520" w:type="dxa"/>
          </w:tcPr>
          <w:p w14:paraId="29E9ED12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28D0EE20" w14:textId="77777777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9DC2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690940F7" w14:textId="77777777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0283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230E3ACB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F24945" w14:textId="77777777" w:rsidR="00ED63B3" w:rsidRPr="00ED63B3" w:rsidRDefault="00ED63B3" w:rsidP="009C54AE">
      <w:pPr>
        <w:spacing w:after="0" w:line="240" w:lineRule="auto"/>
        <w:rPr>
          <w:rFonts w:ascii="Corbel" w:hAnsi="Corbel"/>
          <w:b/>
          <w:color w:val="FF0000"/>
          <w:sz w:val="24"/>
          <w:szCs w:val="24"/>
        </w:rPr>
      </w:pPr>
    </w:p>
    <w:p w14:paraId="30F1DF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260E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70E493" w14:textId="77777777" w:rsidTr="00B40C46">
        <w:tc>
          <w:tcPr>
            <w:tcW w:w="9520" w:type="dxa"/>
          </w:tcPr>
          <w:p w14:paraId="310B2AA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F9" w:rsidRPr="009C54AE" w14:paraId="20BAEFC4" w14:textId="77777777" w:rsidTr="00B40C46">
        <w:tc>
          <w:tcPr>
            <w:tcW w:w="9520" w:type="dxa"/>
          </w:tcPr>
          <w:p w14:paraId="49FD97F2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kompozycji obrazu</w:t>
            </w:r>
          </w:p>
        </w:tc>
      </w:tr>
      <w:tr w:rsidR="00C901F9" w:rsidRPr="009C54AE" w14:paraId="3E45B688" w14:textId="77777777" w:rsidTr="00B40C46">
        <w:tc>
          <w:tcPr>
            <w:tcW w:w="9520" w:type="dxa"/>
          </w:tcPr>
          <w:p w14:paraId="3E8CE54E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barwy</w:t>
            </w:r>
          </w:p>
        </w:tc>
      </w:tr>
      <w:tr w:rsidR="00C901F9" w:rsidRPr="009C54AE" w14:paraId="084A16FD" w14:textId="77777777" w:rsidTr="00B40C46">
        <w:tc>
          <w:tcPr>
            <w:tcW w:w="9520" w:type="dxa"/>
          </w:tcPr>
          <w:p w14:paraId="1378470A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obrazu fotograficznego jako komunikatu wizualnego</w:t>
            </w:r>
          </w:p>
        </w:tc>
      </w:tr>
      <w:tr w:rsidR="00C901F9" w:rsidRPr="009C54AE" w14:paraId="1EBD1090" w14:textId="77777777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EE9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reklamy w kontekście komunikatu wizualnego</w:t>
            </w:r>
          </w:p>
        </w:tc>
      </w:tr>
      <w:tr w:rsidR="00C901F9" w:rsidRPr="009C54AE" w14:paraId="34115611" w14:textId="77777777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577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lastRenderedPageBreak/>
              <w:t xml:space="preserve"> Analiza prezentacji multimedialnej z punktu widzenia komunikatu wizualnego</w:t>
            </w:r>
          </w:p>
        </w:tc>
      </w:tr>
      <w:tr w:rsidR="00C901F9" w:rsidRPr="009C54AE" w14:paraId="0CF8CC43" w14:textId="77777777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9DE" w14:textId="77777777" w:rsidR="00C901F9" w:rsidRPr="009C54AE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Wspólne cechy różnych form komunikatów wizualnych</w:t>
            </w:r>
          </w:p>
        </w:tc>
      </w:tr>
    </w:tbl>
    <w:p w14:paraId="3FC0EC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38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6136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68865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6F756B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9C71F9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713038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F7A08B6" w14:textId="77777777" w:rsidR="00AB7CFC" w:rsidRDefault="00AB7C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D0556" w14:textId="77777777" w:rsidR="00034353" w:rsidRPr="009C54AE" w:rsidRDefault="0003435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wybranych komunikatów wizualnych, projekt komunikatu wizualnego</w:t>
      </w:r>
    </w:p>
    <w:p w14:paraId="63B2783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A33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45D4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EDEE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F191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A299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F1CB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0D1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74F5CE" w14:textId="77777777" w:rsidTr="003552E0">
        <w:tc>
          <w:tcPr>
            <w:tcW w:w="1962" w:type="dxa"/>
            <w:vAlign w:val="center"/>
          </w:tcPr>
          <w:p w14:paraId="6F8EBA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9BF22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D11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6A6DA9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1D24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0E4B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06BC9A" w14:textId="77777777" w:rsidTr="003552E0">
        <w:tc>
          <w:tcPr>
            <w:tcW w:w="1962" w:type="dxa"/>
          </w:tcPr>
          <w:p w14:paraId="58069F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11A210C" w14:textId="77777777" w:rsidR="0085747A" w:rsidRPr="00347165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27275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747A" w:rsidRPr="009C54AE" w14:paraId="6A02708E" w14:textId="77777777" w:rsidTr="003552E0">
        <w:tc>
          <w:tcPr>
            <w:tcW w:w="1962" w:type="dxa"/>
          </w:tcPr>
          <w:p w14:paraId="597E5E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EAE72C" w14:textId="77777777" w:rsidR="0085747A" w:rsidRPr="009C54AE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1B363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552E0" w:rsidRPr="009C54AE" w14:paraId="1F5A80B4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D997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662D" w14:textId="77777777" w:rsidR="003552E0" w:rsidRPr="003552E0" w:rsidRDefault="003F1118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analiza </w:t>
            </w:r>
            <w:r w:rsidR="00793F1D">
              <w:rPr>
                <w:rFonts w:ascii="Corbel" w:hAnsi="Corbel"/>
                <w:b w:val="0"/>
                <w:szCs w:val="24"/>
              </w:rPr>
              <w:t xml:space="preserve">istniejącego </w:t>
            </w:r>
            <w:r w:rsidR="00E56D0E">
              <w:rPr>
                <w:rFonts w:ascii="Corbel" w:hAnsi="Corbel"/>
                <w:b w:val="0"/>
                <w:szCs w:val="24"/>
              </w:rPr>
              <w:t>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8A9D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14:paraId="2FA8E1E0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40CB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AFEB" w14:textId="77777777" w:rsidR="003552E0" w:rsidRPr="009C54AE" w:rsidRDefault="00EF2757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419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14:paraId="61BE0B29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0A17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0BA4" w14:textId="77777777" w:rsidR="003552E0" w:rsidRPr="003552E0" w:rsidRDefault="00890754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7303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14:paraId="23C4E7D5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1243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838A" w14:textId="77777777" w:rsidR="003552E0" w:rsidRPr="009C54AE" w:rsidRDefault="00890754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E786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3FE9C4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BE886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8439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814A2" w14:textId="77777777" w:rsidTr="00923D7D">
        <w:tc>
          <w:tcPr>
            <w:tcW w:w="9670" w:type="dxa"/>
          </w:tcPr>
          <w:p w14:paraId="64AF16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08EC44" w14:textId="77777777" w:rsidR="00923D7D" w:rsidRPr="009C54AE" w:rsidRDefault="00B101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egzaminu, zaprojektowanie i obrona (ustnie) komunikatu wizualnego</w:t>
            </w:r>
          </w:p>
          <w:p w14:paraId="6D5CB3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EC3C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AF1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6793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2F1B36D" w14:textId="77777777" w:rsidTr="003E1941">
        <w:tc>
          <w:tcPr>
            <w:tcW w:w="4962" w:type="dxa"/>
            <w:vAlign w:val="center"/>
          </w:tcPr>
          <w:p w14:paraId="02964E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3FA0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4DC8EC" w14:textId="77777777" w:rsidTr="00923D7D">
        <w:tc>
          <w:tcPr>
            <w:tcW w:w="4962" w:type="dxa"/>
          </w:tcPr>
          <w:p w14:paraId="7D7D207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453FE40" w14:textId="77777777" w:rsidR="0085747A" w:rsidRPr="009C54AE" w:rsidRDefault="00FF48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E83E65D" w14:textId="77777777" w:rsidTr="00923D7D">
        <w:tc>
          <w:tcPr>
            <w:tcW w:w="4962" w:type="dxa"/>
          </w:tcPr>
          <w:p w14:paraId="7421E0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A4BAE9" w14:textId="77777777"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14A35763" w14:textId="77777777" w:rsidR="00C61DC5" w:rsidRPr="009C54AE" w:rsidRDefault="00ED63B3" w:rsidP="00ED63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egzaminie.</w:t>
            </w:r>
          </w:p>
        </w:tc>
        <w:tc>
          <w:tcPr>
            <w:tcW w:w="4677" w:type="dxa"/>
          </w:tcPr>
          <w:p w14:paraId="595C232A" w14:textId="77777777" w:rsidR="00C61DC5" w:rsidRDefault="00BA14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EBDF6EC" w14:textId="77777777"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B68E75" w14:textId="77777777" w:rsidR="00ED63B3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DDEC31" w14:textId="77777777" w:rsidTr="00923D7D">
        <w:tc>
          <w:tcPr>
            <w:tcW w:w="4962" w:type="dxa"/>
          </w:tcPr>
          <w:p w14:paraId="152938AF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47A4">
              <w:rPr>
                <w:rFonts w:ascii="Corbel" w:hAnsi="Corbel"/>
                <w:sz w:val="24"/>
                <w:szCs w:val="24"/>
              </w:rPr>
              <w:t>:</w:t>
            </w:r>
          </w:p>
          <w:p w14:paraId="69703C35" w14:textId="77777777"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11C2A4A8" w14:textId="77777777" w:rsidR="007447A4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pracy projektowej</w:t>
            </w:r>
          </w:p>
          <w:p w14:paraId="73338DFB" w14:textId="77777777" w:rsidR="00C61DC5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1BDAC4EE" w14:textId="77777777" w:rsidR="00AB7CFC" w:rsidRDefault="00AB7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C1A3EC" w14:textId="77777777"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BA56D2" w14:textId="77777777" w:rsidR="007447A4" w:rsidRDefault="00230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47A4">
              <w:rPr>
                <w:rFonts w:ascii="Corbel" w:hAnsi="Corbel"/>
                <w:sz w:val="24"/>
                <w:szCs w:val="24"/>
              </w:rPr>
              <w:t>5</w:t>
            </w:r>
          </w:p>
          <w:p w14:paraId="0CA19813" w14:textId="77777777" w:rsidR="007447A4" w:rsidRDefault="00BA14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</w:p>
          <w:p w14:paraId="2E53C5F4" w14:textId="77777777" w:rsidR="00AB7CFC" w:rsidRPr="009C54AE" w:rsidRDefault="00230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A143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8C53A5" w14:textId="77777777" w:rsidTr="00923D7D">
        <w:tc>
          <w:tcPr>
            <w:tcW w:w="4962" w:type="dxa"/>
          </w:tcPr>
          <w:p w14:paraId="02BB09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C716DC0" w14:textId="77777777"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0A3642F" w14:textId="77777777" w:rsidTr="00923D7D">
        <w:tc>
          <w:tcPr>
            <w:tcW w:w="4962" w:type="dxa"/>
          </w:tcPr>
          <w:p w14:paraId="50719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1B4143" w14:textId="77777777"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47256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73DC4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773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664B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8848EEF" w14:textId="77777777" w:rsidTr="0071620A">
        <w:trPr>
          <w:trHeight w:val="397"/>
        </w:trPr>
        <w:tc>
          <w:tcPr>
            <w:tcW w:w="3544" w:type="dxa"/>
          </w:tcPr>
          <w:p w14:paraId="30452F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4789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6026354" w14:textId="77777777" w:rsidTr="0071620A">
        <w:trPr>
          <w:trHeight w:val="397"/>
        </w:trPr>
        <w:tc>
          <w:tcPr>
            <w:tcW w:w="3544" w:type="dxa"/>
          </w:tcPr>
          <w:p w14:paraId="106C6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DB9C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A95B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D34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7AE00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C79061C" w14:textId="77777777" w:rsidTr="0071620A">
        <w:trPr>
          <w:trHeight w:val="397"/>
        </w:trPr>
        <w:tc>
          <w:tcPr>
            <w:tcW w:w="7513" w:type="dxa"/>
          </w:tcPr>
          <w:p w14:paraId="03F19789" w14:textId="77777777" w:rsidR="0085747A" w:rsidRPr="00AD2D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4F0336" w14:textId="77777777" w:rsidR="00CB23E6" w:rsidRPr="00AD2D0B" w:rsidRDefault="00CB23E6" w:rsidP="00CB23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14:paraId="003B2169" w14:textId="77777777" w:rsidR="00AD2D0B" w:rsidRPr="00AD2D0B" w:rsidRDefault="00CB23E6" w:rsidP="00AD2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14:paraId="777D771B" w14:textId="77777777" w:rsidR="00AD2D0B" w:rsidRPr="00AD2D0B" w:rsidRDefault="00AD2D0B" w:rsidP="00AD2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2D0B">
              <w:rPr>
                <w:rFonts w:ascii="Corbel" w:hAnsi="Corbel"/>
                <w:b w:val="0"/>
                <w:szCs w:val="24"/>
              </w:rPr>
              <w:t xml:space="preserve">HALLADA M.,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Eye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 – cracking w badaniach nad edukacją medialną, (w:)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Siemieniecka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 D. (red.) Edukacja a nowe technologie w kulturze, informacji i komunikacji, Wydawnictwo Naukowe Uniwersytetu Mikołaja Kopernika, Toruń 2015, s. 487 – 498.</w:t>
            </w:r>
          </w:p>
          <w:p w14:paraId="234F4F55" w14:textId="77777777" w:rsidR="00AD2D0B" w:rsidRPr="00AD2D0B" w:rsidRDefault="00AD2D0B" w:rsidP="00CB23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zCs w:val="24"/>
              </w:rPr>
              <w:t xml:space="preserve">HALLADA M., Podstawy tworzenia materiałów dydaktycznych w formie fotografii, (w:) Denek K., Kamińska A.,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Oleśniewicz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 P. Edukacja jutra. Nowe technologie w kształceniu, Oficyna Wydawnicza „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Humanitas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”, Wyższa Szkoła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Humanitas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>, Sosnowiec 2015, s. 169 – 178.</w:t>
            </w:r>
          </w:p>
          <w:p w14:paraId="34A32FCB" w14:textId="77777777" w:rsidR="00CB23E6" w:rsidRPr="00AD2D0B" w:rsidRDefault="00CB23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14:paraId="736D5642" w14:textId="77777777" w:rsidR="00C50CC1" w:rsidRPr="00AD2D0B" w:rsidRDefault="00C50CC1" w:rsidP="00C50CC1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D2D0B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AD2D0B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14:paraId="4493282C" w14:textId="77777777" w:rsidR="00C50CC1" w:rsidRPr="00AD2D0B" w:rsidRDefault="00CB23E6" w:rsidP="00A9784B">
            <w:pPr>
              <w:pStyle w:val="Tekstprzypisudolneg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AD2D0B">
              <w:rPr>
                <w:rFonts w:ascii="Corbel" w:hAnsi="Corbel"/>
                <w:sz w:val="24"/>
                <w:szCs w:val="24"/>
              </w:rPr>
              <w:t>Francuz P., Komunikacja wizualna, Wyd. Naukowe Scholar, Warszawa 2012.</w:t>
            </w:r>
          </w:p>
        </w:tc>
      </w:tr>
      <w:tr w:rsidR="0085747A" w:rsidRPr="009C54AE" w14:paraId="12BF0E01" w14:textId="77777777" w:rsidTr="0071620A">
        <w:trPr>
          <w:trHeight w:val="397"/>
        </w:trPr>
        <w:tc>
          <w:tcPr>
            <w:tcW w:w="7513" w:type="dxa"/>
          </w:tcPr>
          <w:p w14:paraId="29EC50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CA509C" w14:textId="77777777" w:rsidR="00553935" w:rsidRPr="005410F1" w:rsidRDefault="00553935" w:rsidP="00C57B3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14:paraId="118355FA" w14:textId="77777777" w:rsidR="005251EF" w:rsidRDefault="005251EF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10F1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5410F1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 2005 </w:t>
            </w:r>
            <w:r w:rsidR="00553935"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14:paraId="76862179" w14:textId="77777777" w:rsidR="001B6452" w:rsidRPr="005410F1" w:rsidRDefault="00134CAA" w:rsidP="00A9784B">
            <w:pPr>
              <w:spacing w:after="0" w:line="240" w:lineRule="auto"/>
              <w:contextualSpacing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</w:tc>
      </w:tr>
    </w:tbl>
    <w:p w14:paraId="4688F7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854F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54F4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lżbieta Lencka" w:date="2022-09-29T11:22:00Z" w:initials="EL">
    <w:p w14:paraId="73D3BF1F" w14:textId="77777777" w:rsidR="00325754" w:rsidRDefault="00325754">
      <w:pPr>
        <w:pStyle w:val="Tekstkomentarza"/>
      </w:pPr>
      <w:r>
        <w:rPr>
          <w:rStyle w:val="Odwoaniedokomentarza"/>
        </w:rPr>
        <w:annotationRef/>
      </w:r>
      <w:r>
        <w:t xml:space="preserve">K _W12  brak w p </w:t>
      </w:r>
      <w:proofErr w:type="spellStart"/>
      <w:r>
        <w:t>rogramie</w:t>
      </w:r>
      <w:proofErr w:type="spellEnd"/>
    </w:p>
  </w:comment>
  <w:comment w:id="1" w:author="Marek Hallada" w:date="2022-10-17T17:54:00Z" w:initials="MH">
    <w:p w14:paraId="59CD3FBA" w14:textId="02B2B05E" w:rsidR="005F5A6F" w:rsidRDefault="005F5A6F">
      <w:pPr>
        <w:pStyle w:val="Tekstkomentarza"/>
      </w:pPr>
      <w:r>
        <w:rPr>
          <w:rStyle w:val="Odwoaniedokomentarza"/>
        </w:rPr>
        <w:annotationRef/>
      </w:r>
      <w:r w:rsidR="00CB5D6C">
        <w:t xml:space="preserve">Poprawiono w </w:t>
      </w:r>
      <w:r w:rsidR="00CB5D6C">
        <w:t>programie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D3BF1F" w15:done="0"/>
  <w15:commentEx w15:paraId="59CD3FBA" w15:paraIdParent="73D3BF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D3BF1F" w16cid:durableId="26DFFE8B"/>
  <w16cid:commentId w16cid:paraId="59CD3FBA" w16cid:durableId="26F815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A236F" w14:textId="77777777" w:rsidR="00BA1540" w:rsidRDefault="00BA1540" w:rsidP="00C16ABF">
      <w:pPr>
        <w:spacing w:after="0" w:line="240" w:lineRule="auto"/>
      </w:pPr>
      <w:r>
        <w:separator/>
      </w:r>
    </w:p>
  </w:endnote>
  <w:endnote w:type="continuationSeparator" w:id="0">
    <w:p w14:paraId="2F7544A2" w14:textId="77777777" w:rsidR="00BA1540" w:rsidRDefault="00BA15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208DD" w14:textId="77777777" w:rsidR="00BA1540" w:rsidRDefault="00BA1540" w:rsidP="00C16ABF">
      <w:pPr>
        <w:spacing w:after="0" w:line="240" w:lineRule="auto"/>
      </w:pPr>
      <w:r>
        <w:separator/>
      </w:r>
    </w:p>
  </w:footnote>
  <w:footnote w:type="continuationSeparator" w:id="0">
    <w:p w14:paraId="5AC85DF2" w14:textId="77777777" w:rsidR="00BA1540" w:rsidRDefault="00BA1540" w:rsidP="00C16ABF">
      <w:pPr>
        <w:spacing w:after="0" w:line="240" w:lineRule="auto"/>
      </w:pPr>
      <w:r>
        <w:continuationSeparator/>
      </w:r>
    </w:p>
  </w:footnote>
  <w:footnote w:id="1">
    <w:p w14:paraId="2ABB745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123D30"/>
    <w:multiLevelType w:val="hybridMultilevel"/>
    <w:tmpl w:val="10E47A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  <w15:person w15:author="Marek Hallada">
    <w15:presenceInfo w15:providerId="AD" w15:userId="S-1-5-21-4079796977-2903213224-3875867729-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4353"/>
    <w:rsid w:val="00042231"/>
    <w:rsid w:val="00042A51"/>
    <w:rsid w:val="00042D2E"/>
    <w:rsid w:val="00044C82"/>
    <w:rsid w:val="00046061"/>
    <w:rsid w:val="000507A8"/>
    <w:rsid w:val="000707D7"/>
    <w:rsid w:val="00070ED6"/>
    <w:rsid w:val="000742DC"/>
    <w:rsid w:val="00082F8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F1F"/>
    <w:rsid w:val="000D04B0"/>
    <w:rsid w:val="000D617D"/>
    <w:rsid w:val="000F1C57"/>
    <w:rsid w:val="000F5615"/>
    <w:rsid w:val="001027DC"/>
    <w:rsid w:val="00124BFF"/>
    <w:rsid w:val="0012560E"/>
    <w:rsid w:val="00125D00"/>
    <w:rsid w:val="00127108"/>
    <w:rsid w:val="00134B13"/>
    <w:rsid w:val="00134CAA"/>
    <w:rsid w:val="00146BC0"/>
    <w:rsid w:val="00153C41"/>
    <w:rsid w:val="00154381"/>
    <w:rsid w:val="001620AF"/>
    <w:rsid w:val="001640A7"/>
    <w:rsid w:val="00164FA7"/>
    <w:rsid w:val="00166A03"/>
    <w:rsid w:val="001718A7"/>
    <w:rsid w:val="001737CF"/>
    <w:rsid w:val="00176083"/>
    <w:rsid w:val="001770C7"/>
    <w:rsid w:val="00181516"/>
    <w:rsid w:val="00183907"/>
    <w:rsid w:val="00192F37"/>
    <w:rsid w:val="001A70D2"/>
    <w:rsid w:val="001B6452"/>
    <w:rsid w:val="001C0630"/>
    <w:rsid w:val="001C3EC0"/>
    <w:rsid w:val="001C79C9"/>
    <w:rsid w:val="001D205D"/>
    <w:rsid w:val="001D657B"/>
    <w:rsid w:val="001D7B54"/>
    <w:rsid w:val="001E0209"/>
    <w:rsid w:val="001F2CA2"/>
    <w:rsid w:val="001F40CB"/>
    <w:rsid w:val="002144C0"/>
    <w:rsid w:val="00223D4E"/>
    <w:rsid w:val="0022477D"/>
    <w:rsid w:val="002278A9"/>
    <w:rsid w:val="0023057C"/>
    <w:rsid w:val="002306E9"/>
    <w:rsid w:val="002336F9"/>
    <w:rsid w:val="0024028F"/>
    <w:rsid w:val="00244ABC"/>
    <w:rsid w:val="0026480F"/>
    <w:rsid w:val="002777E4"/>
    <w:rsid w:val="00281FF2"/>
    <w:rsid w:val="002857DE"/>
    <w:rsid w:val="00291567"/>
    <w:rsid w:val="002917E1"/>
    <w:rsid w:val="002A22BF"/>
    <w:rsid w:val="002A2389"/>
    <w:rsid w:val="002A29C2"/>
    <w:rsid w:val="002A34DB"/>
    <w:rsid w:val="002A671D"/>
    <w:rsid w:val="002B4D55"/>
    <w:rsid w:val="002B5EA0"/>
    <w:rsid w:val="002B6119"/>
    <w:rsid w:val="002C1F06"/>
    <w:rsid w:val="002D3375"/>
    <w:rsid w:val="002D73D4"/>
    <w:rsid w:val="002F0108"/>
    <w:rsid w:val="002F02A3"/>
    <w:rsid w:val="002F4ABE"/>
    <w:rsid w:val="002F716C"/>
    <w:rsid w:val="003016E4"/>
    <w:rsid w:val="003018BA"/>
    <w:rsid w:val="0030395F"/>
    <w:rsid w:val="00305C92"/>
    <w:rsid w:val="003151C5"/>
    <w:rsid w:val="00325754"/>
    <w:rsid w:val="003338E9"/>
    <w:rsid w:val="003343CF"/>
    <w:rsid w:val="00346FE9"/>
    <w:rsid w:val="00347165"/>
    <w:rsid w:val="0034759A"/>
    <w:rsid w:val="00347F8F"/>
    <w:rsid w:val="003503F6"/>
    <w:rsid w:val="003530DD"/>
    <w:rsid w:val="003552E0"/>
    <w:rsid w:val="00363F78"/>
    <w:rsid w:val="00380E09"/>
    <w:rsid w:val="003A0A5B"/>
    <w:rsid w:val="003A1176"/>
    <w:rsid w:val="003B47EB"/>
    <w:rsid w:val="003C0BAE"/>
    <w:rsid w:val="003C7951"/>
    <w:rsid w:val="003D18A9"/>
    <w:rsid w:val="003D2543"/>
    <w:rsid w:val="003D6CE2"/>
    <w:rsid w:val="003E1941"/>
    <w:rsid w:val="003E2FE6"/>
    <w:rsid w:val="003E49D5"/>
    <w:rsid w:val="003E72EB"/>
    <w:rsid w:val="003F0A6D"/>
    <w:rsid w:val="003F1118"/>
    <w:rsid w:val="003F38C0"/>
    <w:rsid w:val="003F5DD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F2A"/>
    <w:rsid w:val="00490F7D"/>
    <w:rsid w:val="00491678"/>
    <w:rsid w:val="004968E2"/>
    <w:rsid w:val="004A3EEA"/>
    <w:rsid w:val="004A4D1F"/>
    <w:rsid w:val="004B181A"/>
    <w:rsid w:val="004B61BD"/>
    <w:rsid w:val="004D5282"/>
    <w:rsid w:val="004F1551"/>
    <w:rsid w:val="004F55A3"/>
    <w:rsid w:val="0050496F"/>
    <w:rsid w:val="00511387"/>
    <w:rsid w:val="00513B6F"/>
    <w:rsid w:val="00517C63"/>
    <w:rsid w:val="0052489B"/>
    <w:rsid w:val="005251EF"/>
    <w:rsid w:val="00526C94"/>
    <w:rsid w:val="005363C4"/>
    <w:rsid w:val="00536BDE"/>
    <w:rsid w:val="005410F1"/>
    <w:rsid w:val="00542179"/>
    <w:rsid w:val="00543ACC"/>
    <w:rsid w:val="00553935"/>
    <w:rsid w:val="00554BDB"/>
    <w:rsid w:val="0056696D"/>
    <w:rsid w:val="00573EF9"/>
    <w:rsid w:val="0059484D"/>
    <w:rsid w:val="005A0855"/>
    <w:rsid w:val="005A3196"/>
    <w:rsid w:val="005A5A3E"/>
    <w:rsid w:val="005C080F"/>
    <w:rsid w:val="005C0A38"/>
    <w:rsid w:val="005C55E5"/>
    <w:rsid w:val="005C696A"/>
    <w:rsid w:val="005D0CFA"/>
    <w:rsid w:val="005D11BE"/>
    <w:rsid w:val="005D16DF"/>
    <w:rsid w:val="005E6E85"/>
    <w:rsid w:val="005F31D2"/>
    <w:rsid w:val="005F5A6F"/>
    <w:rsid w:val="006016F7"/>
    <w:rsid w:val="0061029B"/>
    <w:rsid w:val="00617230"/>
    <w:rsid w:val="00621CE1"/>
    <w:rsid w:val="00624D29"/>
    <w:rsid w:val="006278AB"/>
    <w:rsid w:val="00627FC9"/>
    <w:rsid w:val="00647FA8"/>
    <w:rsid w:val="00650C5F"/>
    <w:rsid w:val="00654934"/>
    <w:rsid w:val="006620D9"/>
    <w:rsid w:val="00671958"/>
    <w:rsid w:val="00675843"/>
    <w:rsid w:val="00687848"/>
    <w:rsid w:val="0069264F"/>
    <w:rsid w:val="00696477"/>
    <w:rsid w:val="006B54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BF5"/>
    <w:rsid w:val="00724677"/>
    <w:rsid w:val="00725459"/>
    <w:rsid w:val="007303C7"/>
    <w:rsid w:val="007327BD"/>
    <w:rsid w:val="00734608"/>
    <w:rsid w:val="007447A4"/>
    <w:rsid w:val="00745302"/>
    <w:rsid w:val="007461D6"/>
    <w:rsid w:val="00746EC8"/>
    <w:rsid w:val="00763BF1"/>
    <w:rsid w:val="00766FD4"/>
    <w:rsid w:val="0078168C"/>
    <w:rsid w:val="00787C2A"/>
    <w:rsid w:val="00790E27"/>
    <w:rsid w:val="00793F1D"/>
    <w:rsid w:val="007A4022"/>
    <w:rsid w:val="007A6E6E"/>
    <w:rsid w:val="007B3D00"/>
    <w:rsid w:val="007C29C6"/>
    <w:rsid w:val="007C3299"/>
    <w:rsid w:val="007C3BCC"/>
    <w:rsid w:val="007C4546"/>
    <w:rsid w:val="007D6E56"/>
    <w:rsid w:val="007E32D1"/>
    <w:rsid w:val="007E56AB"/>
    <w:rsid w:val="007F11AC"/>
    <w:rsid w:val="007F1652"/>
    <w:rsid w:val="007F30EB"/>
    <w:rsid w:val="007F4155"/>
    <w:rsid w:val="0081554D"/>
    <w:rsid w:val="0081707E"/>
    <w:rsid w:val="00837071"/>
    <w:rsid w:val="008449B3"/>
    <w:rsid w:val="00846514"/>
    <w:rsid w:val="0085747A"/>
    <w:rsid w:val="00872AEA"/>
    <w:rsid w:val="008826CD"/>
    <w:rsid w:val="00884922"/>
    <w:rsid w:val="00885F64"/>
    <w:rsid w:val="00890754"/>
    <w:rsid w:val="008917F9"/>
    <w:rsid w:val="00896544"/>
    <w:rsid w:val="008A45F7"/>
    <w:rsid w:val="008C05A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A3"/>
    <w:rsid w:val="00916188"/>
    <w:rsid w:val="009234F3"/>
    <w:rsid w:val="00923D7D"/>
    <w:rsid w:val="009408C0"/>
    <w:rsid w:val="009508DF"/>
    <w:rsid w:val="00950DAC"/>
    <w:rsid w:val="00953E91"/>
    <w:rsid w:val="00954A07"/>
    <w:rsid w:val="00970688"/>
    <w:rsid w:val="0097509D"/>
    <w:rsid w:val="00997F14"/>
    <w:rsid w:val="009A0583"/>
    <w:rsid w:val="009A6F0A"/>
    <w:rsid w:val="009A78D9"/>
    <w:rsid w:val="009B5F6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D63"/>
    <w:rsid w:val="00A9784B"/>
    <w:rsid w:val="00A97DE1"/>
    <w:rsid w:val="00AB053C"/>
    <w:rsid w:val="00AB26B4"/>
    <w:rsid w:val="00AB6C83"/>
    <w:rsid w:val="00AB7CFC"/>
    <w:rsid w:val="00AC5D18"/>
    <w:rsid w:val="00AD1146"/>
    <w:rsid w:val="00AD27D3"/>
    <w:rsid w:val="00AD2D0B"/>
    <w:rsid w:val="00AD5CA7"/>
    <w:rsid w:val="00AD66D6"/>
    <w:rsid w:val="00AE1160"/>
    <w:rsid w:val="00AE203C"/>
    <w:rsid w:val="00AE2E74"/>
    <w:rsid w:val="00AE5FCB"/>
    <w:rsid w:val="00AF2C1E"/>
    <w:rsid w:val="00B016C2"/>
    <w:rsid w:val="00B06142"/>
    <w:rsid w:val="00B10138"/>
    <w:rsid w:val="00B135B1"/>
    <w:rsid w:val="00B13A91"/>
    <w:rsid w:val="00B256E6"/>
    <w:rsid w:val="00B3130B"/>
    <w:rsid w:val="00B40ADB"/>
    <w:rsid w:val="00B40C46"/>
    <w:rsid w:val="00B43B77"/>
    <w:rsid w:val="00B43E80"/>
    <w:rsid w:val="00B4546C"/>
    <w:rsid w:val="00B53B19"/>
    <w:rsid w:val="00B53D51"/>
    <w:rsid w:val="00B607DB"/>
    <w:rsid w:val="00B66529"/>
    <w:rsid w:val="00B75946"/>
    <w:rsid w:val="00B8056E"/>
    <w:rsid w:val="00B819C8"/>
    <w:rsid w:val="00B82308"/>
    <w:rsid w:val="00B833CF"/>
    <w:rsid w:val="00B86A3B"/>
    <w:rsid w:val="00B90885"/>
    <w:rsid w:val="00BA1435"/>
    <w:rsid w:val="00BA1540"/>
    <w:rsid w:val="00BB520A"/>
    <w:rsid w:val="00BD3869"/>
    <w:rsid w:val="00BD6328"/>
    <w:rsid w:val="00BD66E9"/>
    <w:rsid w:val="00BD6FF4"/>
    <w:rsid w:val="00BE73F2"/>
    <w:rsid w:val="00BF2C41"/>
    <w:rsid w:val="00C03896"/>
    <w:rsid w:val="00C058B4"/>
    <w:rsid w:val="00C05F44"/>
    <w:rsid w:val="00C131B5"/>
    <w:rsid w:val="00C16ABF"/>
    <w:rsid w:val="00C170AE"/>
    <w:rsid w:val="00C26CB7"/>
    <w:rsid w:val="00C324C1"/>
    <w:rsid w:val="00C36992"/>
    <w:rsid w:val="00C410E4"/>
    <w:rsid w:val="00C46762"/>
    <w:rsid w:val="00C50CC1"/>
    <w:rsid w:val="00C56036"/>
    <w:rsid w:val="00C57B32"/>
    <w:rsid w:val="00C61DC5"/>
    <w:rsid w:val="00C67E92"/>
    <w:rsid w:val="00C70A26"/>
    <w:rsid w:val="00C74581"/>
    <w:rsid w:val="00C766DF"/>
    <w:rsid w:val="00C901F9"/>
    <w:rsid w:val="00C94B98"/>
    <w:rsid w:val="00CA2790"/>
    <w:rsid w:val="00CA2B96"/>
    <w:rsid w:val="00CA338E"/>
    <w:rsid w:val="00CA5089"/>
    <w:rsid w:val="00CB23E6"/>
    <w:rsid w:val="00CB42CB"/>
    <w:rsid w:val="00CB5D6C"/>
    <w:rsid w:val="00CC23EF"/>
    <w:rsid w:val="00CD4B00"/>
    <w:rsid w:val="00CD6897"/>
    <w:rsid w:val="00CE03A7"/>
    <w:rsid w:val="00CE5BAC"/>
    <w:rsid w:val="00CF25BE"/>
    <w:rsid w:val="00CF78ED"/>
    <w:rsid w:val="00D02B25"/>
    <w:rsid w:val="00D02EBA"/>
    <w:rsid w:val="00D17C3C"/>
    <w:rsid w:val="00D22ABC"/>
    <w:rsid w:val="00D26B2C"/>
    <w:rsid w:val="00D352C9"/>
    <w:rsid w:val="00D425B2"/>
    <w:rsid w:val="00D428D6"/>
    <w:rsid w:val="00D4492E"/>
    <w:rsid w:val="00D47843"/>
    <w:rsid w:val="00D552B2"/>
    <w:rsid w:val="00D608D1"/>
    <w:rsid w:val="00D62C11"/>
    <w:rsid w:val="00D6408C"/>
    <w:rsid w:val="00D702A4"/>
    <w:rsid w:val="00D74119"/>
    <w:rsid w:val="00D8075B"/>
    <w:rsid w:val="00D8678B"/>
    <w:rsid w:val="00DA2114"/>
    <w:rsid w:val="00DE09C0"/>
    <w:rsid w:val="00DE4A14"/>
    <w:rsid w:val="00DE6C1D"/>
    <w:rsid w:val="00DF320D"/>
    <w:rsid w:val="00DF46B4"/>
    <w:rsid w:val="00DF60E1"/>
    <w:rsid w:val="00DF71C8"/>
    <w:rsid w:val="00E129B8"/>
    <w:rsid w:val="00E21E7D"/>
    <w:rsid w:val="00E22FBC"/>
    <w:rsid w:val="00E24BF5"/>
    <w:rsid w:val="00E25338"/>
    <w:rsid w:val="00E51E44"/>
    <w:rsid w:val="00E53EB3"/>
    <w:rsid w:val="00E56D0E"/>
    <w:rsid w:val="00E63348"/>
    <w:rsid w:val="00E65D74"/>
    <w:rsid w:val="00E77E88"/>
    <w:rsid w:val="00E8107D"/>
    <w:rsid w:val="00E960BB"/>
    <w:rsid w:val="00EA2074"/>
    <w:rsid w:val="00EA4832"/>
    <w:rsid w:val="00EA4E9D"/>
    <w:rsid w:val="00EC4899"/>
    <w:rsid w:val="00EC562D"/>
    <w:rsid w:val="00ED03AB"/>
    <w:rsid w:val="00ED32D2"/>
    <w:rsid w:val="00ED63B3"/>
    <w:rsid w:val="00EE32DE"/>
    <w:rsid w:val="00EE5457"/>
    <w:rsid w:val="00EF2757"/>
    <w:rsid w:val="00F070AB"/>
    <w:rsid w:val="00F17567"/>
    <w:rsid w:val="00F23DBB"/>
    <w:rsid w:val="00F27A7B"/>
    <w:rsid w:val="00F526AF"/>
    <w:rsid w:val="00F617C3"/>
    <w:rsid w:val="00F7066B"/>
    <w:rsid w:val="00F83B28"/>
    <w:rsid w:val="00FA10B0"/>
    <w:rsid w:val="00FA46E5"/>
    <w:rsid w:val="00FB7DBA"/>
    <w:rsid w:val="00FC1C25"/>
    <w:rsid w:val="00FC3F45"/>
    <w:rsid w:val="00FC6DB1"/>
    <w:rsid w:val="00FD503F"/>
    <w:rsid w:val="00FD7589"/>
    <w:rsid w:val="00FF016A"/>
    <w:rsid w:val="00FF1401"/>
    <w:rsid w:val="00FF484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C1CE"/>
  <w15:docId w15:val="{9FC938B4-5344-40BE-B546-E2F5A0D4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57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57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57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7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7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470C-1579-42FC-975D-7DFA9B00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4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Hallada</cp:lastModifiedBy>
  <cp:revision>32</cp:revision>
  <cp:lastPrinted>2019-12-04T12:13:00Z</cp:lastPrinted>
  <dcterms:created xsi:type="dcterms:W3CDTF">2022-03-27T15:31:00Z</dcterms:created>
  <dcterms:modified xsi:type="dcterms:W3CDTF">2022-10-17T15:55:00Z</dcterms:modified>
</cp:coreProperties>
</file>